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87" w:rsidRDefault="008B2A87"/>
    <w:tbl>
      <w:tblPr>
        <w:tblW w:w="17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8"/>
        <w:gridCol w:w="1739"/>
        <w:gridCol w:w="1739"/>
        <w:gridCol w:w="1739"/>
        <w:gridCol w:w="1739"/>
        <w:gridCol w:w="1738"/>
        <w:gridCol w:w="1739"/>
        <w:gridCol w:w="1739"/>
        <w:gridCol w:w="1739"/>
        <w:gridCol w:w="1739"/>
      </w:tblGrid>
      <w:tr w:rsidR="008B2A87" w:rsidRPr="00D91123" w:rsidTr="00D91123">
        <w:trPr>
          <w:jc w:val="center"/>
        </w:trPr>
        <w:tc>
          <w:tcPr>
            <w:tcW w:w="1738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y=3x + 7</w:t>
            </w: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y=2x + 8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y=7x + 2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y=6x + 9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 8x+ 5</w:t>
            </w:r>
          </w:p>
        </w:tc>
        <w:tc>
          <w:tcPr>
            <w:tcW w:w="1738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 4x +1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 9x+4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y=5x + 6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y=x + 3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y=x + 4</w:t>
            </w:r>
          </w:p>
        </w:tc>
      </w:tr>
      <w:tr w:rsidR="008B2A87" w:rsidRPr="00D91123" w:rsidTr="00D91123">
        <w:trPr>
          <w:jc w:val="center"/>
        </w:trPr>
        <w:tc>
          <w:tcPr>
            <w:tcW w:w="1738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y=2x + 3</w:t>
            </w: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y=3x + 2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y=6x + 1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y=5x + 5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y=4x + 6</w:t>
            </w:r>
          </w:p>
        </w:tc>
        <w:tc>
          <w:tcPr>
            <w:tcW w:w="1738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(3, 16)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(8,24)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(1,9)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(2,21)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(4,37)</w:t>
            </w:r>
          </w:p>
        </w:tc>
      </w:tr>
      <w:tr w:rsidR="008B2A87" w:rsidRPr="00D91123" w:rsidTr="00D91123">
        <w:trPr>
          <w:jc w:val="center"/>
        </w:trPr>
        <w:tc>
          <w:tcPr>
            <w:tcW w:w="1738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(5,21)</w:t>
            </w: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(6,58)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(7,41)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(9,12)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(6,10)</w:t>
            </w:r>
          </w:p>
        </w:tc>
        <w:tc>
          <w:tcPr>
            <w:tcW w:w="1738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(5,13)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(4,14)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(3,19)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(2,15)</w:t>
            </w:r>
          </w:p>
        </w:tc>
        <w:tc>
          <w:tcPr>
            <w:tcW w:w="1739" w:type="dxa"/>
          </w:tcPr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:rsidR="008B2A87" w:rsidRPr="00D91123" w:rsidRDefault="008B2A87" w:rsidP="00D91123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91123">
              <w:rPr>
                <w:b/>
                <w:sz w:val="32"/>
                <w:szCs w:val="32"/>
              </w:rPr>
              <w:t>(1,10)</w:t>
            </w:r>
          </w:p>
        </w:tc>
      </w:tr>
    </w:tbl>
    <w:p w:rsidR="008B2A87" w:rsidRDefault="008B2A87"/>
    <w:sectPr w:rsidR="008B2A87" w:rsidSect="00C93842">
      <w:pgSz w:w="20160" w:h="12240" w:orient="landscape" w:code="5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71E"/>
    <w:rsid w:val="00677E7F"/>
    <w:rsid w:val="00720B0D"/>
    <w:rsid w:val="00773109"/>
    <w:rsid w:val="008B2A87"/>
    <w:rsid w:val="00B2171E"/>
    <w:rsid w:val="00C2442F"/>
    <w:rsid w:val="00C93842"/>
    <w:rsid w:val="00D91123"/>
    <w:rsid w:val="00F1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B0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217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46</Words>
  <Characters>265</Characters>
  <Application>Microsoft Office Outlook</Application>
  <DocSecurity>0</DocSecurity>
  <Lines>0</Lines>
  <Paragraphs>0</Paragraphs>
  <ScaleCrop>false</ScaleCrop>
  <Company>WCDSB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SoftXP</cp:lastModifiedBy>
  <cp:revision>3</cp:revision>
  <cp:lastPrinted>2011-08-11T16:29:00Z</cp:lastPrinted>
  <dcterms:created xsi:type="dcterms:W3CDTF">2011-08-10T02:38:00Z</dcterms:created>
  <dcterms:modified xsi:type="dcterms:W3CDTF">2011-08-11T17:49:00Z</dcterms:modified>
</cp:coreProperties>
</file>